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86" w:type="dxa"/>
        <w:tblInd w:w="-567" w:type="dxa"/>
        <w:tblLayout w:type="fixed"/>
        <w:tblLook w:val="00A0"/>
      </w:tblPr>
      <w:tblGrid>
        <w:gridCol w:w="2552"/>
        <w:gridCol w:w="5863"/>
        <w:gridCol w:w="1530"/>
        <w:gridCol w:w="1710"/>
        <w:gridCol w:w="1559"/>
        <w:gridCol w:w="1418"/>
        <w:gridCol w:w="1554"/>
      </w:tblGrid>
      <w:tr w:rsidR="00C133C2" w:rsidRPr="00CA43FA" w:rsidTr="00743969">
        <w:trPr>
          <w:trHeight w:val="735"/>
        </w:trPr>
        <w:tc>
          <w:tcPr>
            <w:tcW w:w="1618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33C2" w:rsidRDefault="00C133C2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Аналитические данные о расходах бюджета муниципального образования по разделам и подразделам </w:t>
            </w:r>
          </w:p>
          <w:p w:rsidR="00C133C2" w:rsidRDefault="00C133C2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классификации расходов бюджетов за отчетный период текущего финансового года в сравнении </w:t>
            </w:r>
          </w:p>
          <w:p w:rsidR="00C133C2" w:rsidRPr="0054349D" w:rsidRDefault="00C133C2" w:rsidP="003969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 соответствующим периодом прошлого года (по состоянию на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01.10</w:t>
            </w:r>
            <w:r w:rsidRPr="0054349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133C2" w:rsidRPr="00CA43FA" w:rsidTr="00743969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33C2" w:rsidRPr="00CA43FA" w:rsidTr="00743969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33C2" w:rsidRPr="0054349D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33C2" w:rsidRPr="00CA43FA" w:rsidTr="00743969">
        <w:trPr>
          <w:trHeight w:val="12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5434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5434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разделов, подразделов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5434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 на 202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62143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год, тыс. руб.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22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Фактически исполнено по состоянию на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01.10</w:t>
            </w:r>
            <w:r w:rsidRPr="0062143F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543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% исполнения утвержденных бюджетных назначений на  </w:t>
            </w:r>
            <w:r w:rsidRPr="0062143F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62143F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226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Фактически исполнено по состоянию на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01.10</w:t>
            </w:r>
            <w:r w:rsidRPr="0062143F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834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Темп роста к</w:t>
            </w:r>
          </w:p>
          <w:p w:rsidR="00C133C2" w:rsidRDefault="00C133C2" w:rsidP="00834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01.10.2021 года</w:t>
            </w: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:rsidR="00C133C2" w:rsidRPr="0062143F" w:rsidRDefault="00C133C2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C133C2" w:rsidRPr="00CA43FA" w:rsidTr="007A72AB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2 756 538,094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A43F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CA43FA">
              <w:rPr>
                <w:rFonts w:ascii="Times New Roman" w:hAnsi="Times New Roman"/>
                <w:b/>
                <w:bCs/>
                <w:color w:val="000000"/>
              </w:rPr>
              <w:t>142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CA43FA">
              <w:rPr>
                <w:rFonts w:ascii="Times New Roman" w:hAnsi="Times New Roman"/>
                <w:b/>
                <w:bCs/>
                <w:color w:val="000000"/>
              </w:rPr>
              <w:t>444,89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132,67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165BE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000 0100 0000000000 000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165BE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337 131,39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567,87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217 952,59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102,58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165B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000 0102 0000000000 000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165B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2 109,20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498,43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1 465,86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102,22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165B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000 0104 0000000000 000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165B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112 177,06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358,24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72 179,73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111,33</w:t>
            </w:r>
          </w:p>
        </w:tc>
      </w:tr>
      <w:tr w:rsidR="00C133C2" w:rsidRPr="00CA43FA" w:rsidTr="007A72AB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165B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000 0106 0000000000 000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165B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 органов и органов финансово-бюджетного надзора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22 333,03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953,61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14 068,59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120,51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165B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000 0111 0000000000 000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165B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 xml:space="preserve">0,00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000 0113 0000000000 000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200 026,10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757,58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130 238,54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95,79</w:t>
            </w:r>
          </w:p>
        </w:tc>
      </w:tr>
      <w:tr w:rsidR="00C133C2" w:rsidRPr="00CA43FA" w:rsidTr="007A72AB">
        <w:trPr>
          <w:trHeight w:val="1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rPr>
                <w:rFonts w:ascii="Times New Roman" w:hAnsi="Times New Roman"/>
                <w:sz w:val="20"/>
                <w:szCs w:val="20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000 0200 0000000000 000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A43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025,73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1 011,06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101,45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rPr>
                <w:rFonts w:ascii="Times New Roman" w:hAnsi="Times New Roman"/>
                <w:sz w:val="20"/>
                <w:szCs w:val="20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000 0203 0000000000 000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43FA">
              <w:rPr>
                <w:rFonts w:ascii="Times New Roman" w:hAnsi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025,73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1 011,06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101,45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C2" w:rsidRPr="0062143F" w:rsidRDefault="00C133C2" w:rsidP="004B781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000 0204 0000000000 000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CA43FA" w:rsidRDefault="00C133C2" w:rsidP="004B78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43FA">
              <w:rPr>
                <w:rFonts w:ascii="Times New Roman" w:hAnsi="Times New Roman"/>
                <w:color w:val="000000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 xml:space="preserve">0,00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000 0300 0000000000 000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4B781A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25 068,16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518,51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10 052,37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154,38</w:t>
            </w:r>
          </w:p>
        </w:tc>
      </w:tr>
      <w:tr w:rsidR="00C133C2" w:rsidRPr="00CA43FA" w:rsidTr="004B520D">
        <w:trPr>
          <w:trHeight w:val="561"/>
        </w:trPr>
        <w:tc>
          <w:tcPr>
            <w:tcW w:w="25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000 0309 0000000000 000</w:t>
            </w:r>
          </w:p>
        </w:tc>
        <w:tc>
          <w:tcPr>
            <w:tcW w:w="586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1 052,00</w:t>
            </w:r>
          </w:p>
        </w:tc>
        <w:tc>
          <w:tcPr>
            <w:tcW w:w="1710" w:type="dxa"/>
            <w:tcBorders>
              <w:top w:val="nil"/>
              <w:left w:val="nil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738,22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70,17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669,30</w:t>
            </w:r>
          </w:p>
        </w:tc>
        <w:tc>
          <w:tcPr>
            <w:tcW w:w="1554" w:type="dxa"/>
            <w:tcBorders>
              <w:top w:val="nil"/>
              <w:left w:val="nil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110,30</w:t>
            </w:r>
          </w:p>
        </w:tc>
      </w:tr>
      <w:tr w:rsidR="00C133C2" w:rsidRPr="00CA43FA" w:rsidTr="004B520D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000 0310 0000000000 000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8 379,80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481,25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4 815,92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113,82</w:t>
            </w:r>
          </w:p>
        </w:tc>
      </w:tr>
      <w:tr w:rsidR="00C133C2" w:rsidRPr="00CA43FA" w:rsidTr="004B520D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000 0314 0000000000 000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15 636,36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299,05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4 567,16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203,61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000 0400 0000000000 000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204 408,45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509,65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92 014,81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136,40</w:t>
            </w:r>
          </w:p>
        </w:tc>
      </w:tr>
      <w:tr w:rsidR="00C133C2" w:rsidRPr="00CA43FA" w:rsidTr="007A72AB">
        <w:trPr>
          <w:trHeight w:val="15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000 0405 0000000000 000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1 409,67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450,06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438,02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102,75</w:t>
            </w:r>
          </w:p>
        </w:tc>
      </w:tr>
      <w:tr w:rsidR="00C133C2" w:rsidRPr="00CA43FA" w:rsidTr="007A72AB">
        <w:trPr>
          <w:trHeight w:val="1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000 0406 0000000000 000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9 736,00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208,87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2 222,46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54,39</w:t>
            </w:r>
          </w:p>
        </w:tc>
      </w:tr>
      <w:tr w:rsidR="00C133C2" w:rsidRPr="00CA43FA" w:rsidTr="007A72AB">
        <w:trPr>
          <w:trHeight w:val="1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000 0407 </w:t>
            </w: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C03FB5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3FB5">
              <w:rPr>
                <w:rFonts w:ascii="Times New Roman" w:hAnsi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133C2" w:rsidRPr="00CA43FA" w:rsidTr="007A72AB">
        <w:trPr>
          <w:trHeight w:val="10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000 0408 0000000000 000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21 447,94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517,58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15 613,38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112,20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000 0409 0000000000 000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152 695,14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242,95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67 945,79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149,01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000 0410 0000000000 000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18 206,10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002,29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5 270,16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94,92</w:t>
            </w:r>
          </w:p>
        </w:tc>
      </w:tr>
      <w:tr w:rsidR="00C133C2" w:rsidRPr="00CA43FA" w:rsidTr="007A72AB">
        <w:trPr>
          <w:trHeight w:val="4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000 0412 0000000000 000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525,00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16,74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000 0500 0000000000 000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994 121,14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812,83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226 749,88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188,23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000 0501 0000000000 000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144 339,77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401,52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6 421,83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208,69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000 0502 0000000000 000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403 446,64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099,94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76 001,73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179,07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000 0503 0000000000 000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446 334,72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311,37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90 972,05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304,83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000 0505 0000000000 000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0,000,00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53 354,27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000 0600 0000000000 000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914,25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3 802,11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102,95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000 0605 0000000000 000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914,25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3 802 ,11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 w:rsidP="0092707B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000 0700 0000000000 000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913 569,68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549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686,5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422 909,53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129,98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000 0701 0000000000 000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183 149,98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454,3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112 134,21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102,07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000 0702 0000000000 000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636 436,38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259,33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262 222,45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144,63</w:t>
            </w:r>
          </w:p>
        </w:tc>
      </w:tr>
      <w:tr w:rsidR="00C133C2" w:rsidRPr="00CA43FA" w:rsidTr="009345BF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000 0703 0000000000 000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59 546,90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304,79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57,61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29 529,33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116,17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000 0707 0000000000 000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6 337,70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753,18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2 474,86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192,06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000 0709 0000000000 000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28 098,72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914,77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16 548,67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102,21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000 0800 0000000000 000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99 092,34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674,66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63 743,64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104,60</w:t>
            </w:r>
          </w:p>
        </w:tc>
      </w:tr>
      <w:tr w:rsidR="00C133C2" w:rsidRPr="00CA43FA" w:rsidTr="007A72AB">
        <w:trPr>
          <w:trHeight w:val="12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000 0801 0000000000 000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9C506C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95 768,19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213,31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61 562,27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104,31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000 0804 0000000000 000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3 324,14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461,35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2 181,37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112,84</w:t>
            </w:r>
          </w:p>
        </w:tc>
      </w:tr>
      <w:tr w:rsidR="00C133C2" w:rsidRPr="00CA43FA" w:rsidTr="007A72AB">
        <w:trPr>
          <w:trHeight w:val="23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000 1000 0000000000 000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44 166,00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188,49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32 209,61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96,83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000 1001 0000000000 000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5 738,00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062,29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3 689,78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110,10</w:t>
            </w:r>
          </w:p>
        </w:tc>
      </w:tr>
      <w:tr w:rsidR="00C133C2" w:rsidRPr="00CA43FA" w:rsidTr="007A72AB">
        <w:trPr>
          <w:trHeight w:val="19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000 1003 0000000000 000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090,96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22 978,96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70,02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000 1004 0000000000 000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14 331,00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035,24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5 540,86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199,16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000 1100 0000000000 000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119 887,84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885,26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66 416,58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102,21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000 1101 0000000000 000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93 357,60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785,11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52 481,11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94,86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000 1102 0000000000 000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1 068,90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702,36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651,66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107,78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000 1103 0000000000 000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22 381,10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142,52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11 256,81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134,52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000 1105 0000000000 000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3 080,24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255,27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2 026,99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111,26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000 1200 0000000000 000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6 772,50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924,32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3 002,38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130,71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000 1204 0000000000 000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6 772,50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924,32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3 002,38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130,71</w:t>
            </w:r>
          </w:p>
        </w:tc>
      </w:tr>
      <w:tr w:rsidR="00C133C2" w:rsidRPr="00CA43FA" w:rsidTr="007A72A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000 1300 0000000000 000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ГОСУДАРСТВЕННОГО(МУНИЦИПАЛЬНОГО) ДОЛГА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F16F94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2 580,22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133C2" w:rsidRPr="00CA43FA" w:rsidTr="007A72A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000 1301 0000000000 000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3C2" w:rsidRPr="0062143F" w:rsidRDefault="00C133C2" w:rsidP="004B7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143F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9C506C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CA43FA" w:rsidRDefault="00C133C2" w:rsidP="00743969">
            <w:pPr>
              <w:jc w:val="right"/>
              <w:rPr>
                <w:rFonts w:ascii="Times New Roman" w:hAnsi="Times New Roman"/>
                <w:color w:val="000000"/>
              </w:rPr>
            </w:pPr>
            <w:r w:rsidRPr="00CA43FA">
              <w:rPr>
                <w:rFonts w:ascii="Times New Roman" w:hAnsi="Times New Roman"/>
                <w:color w:val="000000"/>
              </w:rPr>
              <w:t>2 580,22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3C2" w:rsidRPr="0092707B" w:rsidRDefault="00C133C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70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</w:tbl>
    <w:p w:rsidR="00C133C2" w:rsidRPr="00B01259" w:rsidRDefault="00C133C2">
      <w:pPr>
        <w:rPr>
          <w:rFonts w:ascii="Times New Roman" w:hAnsi="Times New Roman"/>
          <w:sz w:val="20"/>
          <w:szCs w:val="20"/>
        </w:rPr>
      </w:pPr>
    </w:p>
    <w:sectPr w:rsidR="00C133C2" w:rsidRPr="00B01259" w:rsidSect="009345BF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726"/>
    <w:rsid w:val="000E5D20"/>
    <w:rsid w:val="00165BE8"/>
    <w:rsid w:val="00175D01"/>
    <w:rsid w:val="001A58F9"/>
    <w:rsid w:val="001B5C84"/>
    <w:rsid w:val="00222240"/>
    <w:rsid w:val="00226705"/>
    <w:rsid w:val="0022740F"/>
    <w:rsid w:val="00233B69"/>
    <w:rsid w:val="00233FD0"/>
    <w:rsid w:val="002D0A32"/>
    <w:rsid w:val="002D5726"/>
    <w:rsid w:val="00394C2E"/>
    <w:rsid w:val="003969FB"/>
    <w:rsid w:val="00417F26"/>
    <w:rsid w:val="0043495E"/>
    <w:rsid w:val="004B520D"/>
    <w:rsid w:val="004B781A"/>
    <w:rsid w:val="0054349D"/>
    <w:rsid w:val="005931FA"/>
    <w:rsid w:val="0062143F"/>
    <w:rsid w:val="00743969"/>
    <w:rsid w:val="007852F9"/>
    <w:rsid w:val="007A72AB"/>
    <w:rsid w:val="007B211E"/>
    <w:rsid w:val="00821F0E"/>
    <w:rsid w:val="008266AA"/>
    <w:rsid w:val="0083469B"/>
    <w:rsid w:val="0092707B"/>
    <w:rsid w:val="009345BF"/>
    <w:rsid w:val="009400DE"/>
    <w:rsid w:val="009C506C"/>
    <w:rsid w:val="00A43F78"/>
    <w:rsid w:val="00A56B63"/>
    <w:rsid w:val="00A80144"/>
    <w:rsid w:val="00B01259"/>
    <w:rsid w:val="00B3625A"/>
    <w:rsid w:val="00C03FB5"/>
    <w:rsid w:val="00C133C2"/>
    <w:rsid w:val="00CA43FA"/>
    <w:rsid w:val="00DA6EF4"/>
    <w:rsid w:val="00EA6D45"/>
    <w:rsid w:val="00F16F94"/>
    <w:rsid w:val="00F741CF"/>
    <w:rsid w:val="00FF1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34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4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09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448</TotalTime>
  <Pages>3</Pages>
  <Words>862</Words>
  <Characters>4919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Нина</cp:lastModifiedBy>
  <cp:revision>16</cp:revision>
  <cp:lastPrinted>2022-10-03T09:32:00Z</cp:lastPrinted>
  <dcterms:created xsi:type="dcterms:W3CDTF">2021-09-24T07:12:00Z</dcterms:created>
  <dcterms:modified xsi:type="dcterms:W3CDTF">2022-10-03T11:48:00Z</dcterms:modified>
</cp:coreProperties>
</file>